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>別記第１号様式</w:t>
      </w:r>
    </w:p>
    <w:p w:rsidR="00ED7662" w:rsidRPr="005F624E" w:rsidRDefault="00ED7662" w:rsidP="00ED76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hint="eastAsia"/>
        </w:rPr>
        <w:t xml:space="preserve">                    </w:t>
      </w:r>
      <w:r w:rsidRPr="00ED7662">
        <w:rPr>
          <w:rFonts w:asciiTheme="majorEastAsia" w:eastAsiaTheme="majorEastAsia" w:hAnsiTheme="majorEastAsia" w:hint="eastAsia"/>
          <w:sz w:val="24"/>
          <w:szCs w:val="24"/>
        </w:rPr>
        <w:t>一般競争入札資格審査申請書（図書）</w:t>
      </w:r>
    </w:p>
    <w:p w:rsidR="00ED7662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   </w:t>
      </w:r>
      <w:r w:rsidR="006C24D8">
        <w:rPr>
          <w:rFonts w:asciiTheme="majorEastAsia" w:eastAsiaTheme="majorEastAsia" w:hAnsiTheme="majorEastAsia" w:hint="eastAsia"/>
        </w:rPr>
        <w:t>令和</w:t>
      </w:r>
      <w:r w:rsidRPr="00ED7662">
        <w:rPr>
          <w:rFonts w:asciiTheme="majorEastAsia" w:eastAsiaTheme="majorEastAsia" w:hAnsiTheme="majorEastAsia" w:hint="eastAsia"/>
        </w:rPr>
        <w:t xml:space="preserve">　   年     月     日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ED7662">
        <w:rPr>
          <w:rFonts w:asciiTheme="majorEastAsia" w:eastAsiaTheme="majorEastAsia" w:hAnsiTheme="majorEastAsia" w:hint="eastAsia"/>
        </w:rPr>
        <w:t>和歌山県知事　様</w:t>
      </w:r>
    </w:p>
    <w:p w:rsidR="00ED7662" w:rsidRDefault="00ED7662" w:rsidP="00ED7662"/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</w:t>
      </w:r>
      <w:r w:rsidRPr="00ED7662">
        <w:rPr>
          <w:rFonts w:asciiTheme="majorEastAsia" w:eastAsiaTheme="majorEastAsia" w:hAnsiTheme="majorEastAsia" w:hint="eastAsia"/>
        </w:rPr>
        <w:t>申請者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商号又は名称                                 　社印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代表者職氏名 　　　                          　実印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ED7662" w:rsidRDefault="00ED7662" w:rsidP="00ED7662"/>
    <w:p w:rsidR="00ED7662" w:rsidRPr="00ED7662" w:rsidRDefault="006C24D8" w:rsidP="00ED7662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和歌山県で発注される令和２</w:t>
      </w:r>
      <w:bookmarkStart w:id="0" w:name="_GoBack"/>
      <w:bookmarkEnd w:id="0"/>
      <w:r w:rsidR="003C5B22">
        <w:rPr>
          <w:rFonts w:ascii="メイリオ" w:eastAsia="メイリオ" w:hAnsi="メイリオ" w:hint="eastAsia"/>
        </w:rPr>
        <w:t>年</w:t>
      </w:r>
      <w:r w:rsidR="00ED7662" w:rsidRPr="00ED7662">
        <w:rPr>
          <w:rFonts w:ascii="メイリオ" w:eastAsia="メイリオ" w:hAnsi="メイリオ" w:hint="eastAsia"/>
        </w:rPr>
        <w:t>度和歌山県立図書館資料（図書）納入業務に係る一般競争入札に参加したいので、関係書類を添えて競争入札参加資格の審査を申請します。</w:t>
      </w:r>
    </w:p>
    <w:p w:rsidR="00ED7662" w:rsidRDefault="00ED7662" w:rsidP="00ED7662">
      <w:pPr>
        <w:snapToGrid w:val="0"/>
        <w:spacing w:line="180" w:lineRule="auto"/>
      </w:pPr>
      <w:r w:rsidRPr="00ED7662">
        <w:rPr>
          <w:rFonts w:ascii="メイリオ" w:eastAsia="メイリオ" w:hAnsi="メイリオ" w:hint="eastAsia"/>
        </w:rPr>
        <w:t xml:space="preserve">  なお、競争入札資格審査申請書及び添付書類のすべての記載事項は、事実と相違ないことを誓約します。</w:t>
      </w:r>
    </w:p>
    <w:p w:rsidR="00ED7662" w:rsidRDefault="00ED7662" w:rsidP="00ED7662"/>
    <w:p w:rsidR="00EB3A87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5F624E">
        <w:rPr>
          <w:rFonts w:asciiTheme="majorEastAsia" w:eastAsiaTheme="majorEastAsia" w:hAnsiTheme="majorEastAsia" w:hint="eastAsia"/>
        </w:rPr>
        <w:t>添付書類（該当欄に○印をつけること）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0"/>
        <w:gridCol w:w="1450"/>
        <w:gridCol w:w="1450"/>
        <w:gridCol w:w="1450"/>
        <w:gridCol w:w="1451"/>
        <w:gridCol w:w="1451"/>
      </w:tblGrid>
      <w:tr w:rsidR="00ED7662" w:rsidRPr="00ED7662" w:rsidTr="00ED7662"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事業経歴書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C24D8">
              <w:rPr>
                <w:rFonts w:asciiTheme="majorEastAsia" w:eastAsiaTheme="majorEastAsia" w:hAnsiTheme="majorEastAsia" w:hint="eastAsia"/>
                <w:spacing w:val="15"/>
                <w:w w:val="71"/>
                <w:kern w:val="0"/>
                <w:szCs w:val="21"/>
                <w:fitText w:val="1050" w:id="1636497152"/>
              </w:rPr>
              <w:t>登記事項証明書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住民票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財務諸表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納税証明書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役員調書</w:t>
            </w:r>
          </w:p>
        </w:tc>
      </w:tr>
      <w:tr w:rsidR="00ED7662" w:rsidTr="00ED7662">
        <w:tc>
          <w:tcPr>
            <w:tcW w:w="1450" w:type="dxa"/>
          </w:tcPr>
          <w:p w:rsidR="00ED7662" w:rsidRDefault="00ED7662" w:rsidP="00ED7662"/>
          <w:p w:rsidR="005F624E" w:rsidRDefault="005F624E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</w:tr>
      <w:tr w:rsidR="005F624E" w:rsidRPr="00ED7662" w:rsidTr="005F624E">
        <w:tc>
          <w:tcPr>
            <w:tcW w:w="8702" w:type="dxa"/>
            <w:gridSpan w:val="6"/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hint="eastAsia"/>
              </w:rPr>
              <w:t>物品調達競争入札参加資格審査結果通知書の写し</w:t>
            </w:r>
          </w:p>
        </w:tc>
      </w:tr>
      <w:tr w:rsidR="005F624E" w:rsidRPr="00ED7662" w:rsidTr="005F624E">
        <w:tc>
          <w:tcPr>
            <w:tcW w:w="8702" w:type="dxa"/>
            <w:gridSpan w:val="6"/>
            <w:tcBorders>
              <w:bottom w:val="single" w:sz="4" w:space="0" w:color="auto"/>
            </w:tcBorders>
          </w:tcPr>
          <w:p w:rsidR="005F624E" w:rsidRDefault="005F624E" w:rsidP="005F624E">
            <w:pPr>
              <w:rPr>
                <w:rFonts w:asciiTheme="majorEastAsia" w:eastAsiaTheme="majorEastAsia" w:hAnsiTheme="majorEastAsia"/>
              </w:rPr>
            </w:pPr>
          </w:p>
          <w:p w:rsidR="005F624E" w:rsidRPr="00ED7662" w:rsidRDefault="005F624E" w:rsidP="005F624E">
            <w:pPr>
              <w:rPr>
                <w:rFonts w:asciiTheme="majorEastAsia" w:eastAsiaTheme="majorEastAsia" w:hAnsiTheme="majorEastAsia"/>
              </w:rPr>
            </w:pPr>
          </w:p>
        </w:tc>
      </w:tr>
      <w:tr w:rsidR="005F624E" w:rsidRPr="00ED7662" w:rsidTr="000F502F">
        <w:trPr>
          <w:trHeight w:val="170"/>
        </w:trPr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ED7662" w:rsidRPr="00ED7662" w:rsidTr="000F502F"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印鑑証明書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使用印鑑届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誓約書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委任状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回答書</w:t>
            </w:r>
          </w:p>
        </w:tc>
        <w:tc>
          <w:tcPr>
            <w:tcW w:w="1451" w:type="dxa"/>
            <w:tcBorders>
              <w:top w:val="nil"/>
              <w:bottom w:val="nil"/>
              <w:right w:val="nil"/>
            </w:tcBorders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ED7662" w:rsidTr="000F502F">
        <w:tc>
          <w:tcPr>
            <w:tcW w:w="1450" w:type="dxa"/>
          </w:tcPr>
          <w:p w:rsidR="00ED7662" w:rsidRDefault="00ED7662" w:rsidP="00ED7662"/>
          <w:p w:rsidR="005F624E" w:rsidRDefault="005F624E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  <w:tc>
          <w:tcPr>
            <w:tcW w:w="1451" w:type="dxa"/>
            <w:tcBorders>
              <w:top w:val="nil"/>
              <w:bottom w:val="nil"/>
              <w:right w:val="nil"/>
            </w:tcBorders>
          </w:tcPr>
          <w:p w:rsidR="00ED7662" w:rsidRDefault="00ED7662" w:rsidP="00ED7662"/>
        </w:tc>
      </w:tr>
    </w:tbl>
    <w:p w:rsidR="005F624E" w:rsidRPr="007B12BC" w:rsidRDefault="005F624E" w:rsidP="005F624E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7B12BC">
        <w:rPr>
          <w:rFonts w:asciiTheme="majorEastAsia" w:eastAsiaTheme="majorEastAsia" w:hAnsiTheme="majorEastAsia" w:hint="eastAsia"/>
        </w:rPr>
        <w:t>書類作成担当者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083"/>
        <w:gridCol w:w="894"/>
        <w:gridCol w:w="2006"/>
        <w:gridCol w:w="971"/>
        <w:gridCol w:w="1931"/>
      </w:tblGrid>
      <w:tr w:rsidR="005F624E" w:rsidTr="007B12BC">
        <w:tc>
          <w:tcPr>
            <w:tcW w:w="817" w:type="dxa"/>
            <w:vAlign w:val="center"/>
          </w:tcPr>
          <w:p w:rsidR="005F624E" w:rsidRPr="005F624E" w:rsidRDefault="005F624E" w:rsidP="007B12BC">
            <w:pPr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cs="HG丸ｺﾞｼｯｸM-PRO" w:hint="eastAsia"/>
              </w:rPr>
              <w:t>所属</w:t>
            </w:r>
          </w:p>
        </w:tc>
        <w:tc>
          <w:tcPr>
            <w:tcW w:w="2083" w:type="dxa"/>
          </w:tcPr>
          <w:p w:rsidR="005F624E" w:rsidRDefault="005F624E" w:rsidP="005F624E"/>
        </w:tc>
        <w:tc>
          <w:tcPr>
            <w:tcW w:w="894" w:type="dxa"/>
            <w:vAlign w:val="center"/>
          </w:tcPr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職氏名</w:t>
            </w:r>
          </w:p>
        </w:tc>
        <w:tc>
          <w:tcPr>
            <w:tcW w:w="2006" w:type="dxa"/>
          </w:tcPr>
          <w:p w:rsidR="005F624E" w:rsidRDefault="005F624E" w:rsidP="005F624E"/>
        </w:tc>
        <w:tc>
          <w:tcPr>
            <w:tcW w:w="971" w:type="dxa"/>
            <w:vAlign w:val="center"/>
          </w:tcPr>
          <w:p w:rsidR="00DA0CF7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連絡先</w:t>
            </w:r>
          </w:p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1931" w:type="dxa"/>
          </w:tcPr>
          <w:p w:rsidR="005F624E" w:rsidRDefault="005F624E" w:rsidP="005F624E"/>
          <w:p w:rsidR="00DA0CF7" w:rsidRDefault="00DA0CF7" w:rsidP="005F624E"/>
          <w:p w:rsidR="007B12BC" w:rsidRDefault="007B12BC" w:rsidP="005F624E"/>
        </w:tc>
      </w:tr>
    </w:tbl>
    <w:p w:rsidR="005F624E" w:rsidRDefault="005F624E" w:rsidP="005F624E"/>
    <w:tbl>
      <w:tblPr>
        <w:tblStyle w:val="a7"/>
        <w:tblW w:w="0" w:type="auto"/>
        <w:tblInd w:w="4503" w:type="dxa"/>
        <w:tblLook w:val="04A0" w:firstRow="1" w:lastRow="0" w:firstColumn="1" w:lastColumn="0" w:noHBand="0" w:noVBand="1"/>
      </w:tblPr>
      <w:tblGrid>
        <w:gridCol w:w="2409"/>
        <w:gridCol w:w="1790"/>
      </w:tblGrid>
      <w:tr w:rsidR="00DA0CF7" w:rsidRPr="007B12BC" w:rsidTr="00DA0CF7">
        <w:tc>
          <w:tcPr>
            <w:tcW w:w="2409" w:type="dxa"/>
          </w:tcPr>
          <w:p w:rsidR="00DA0CF7" w:rsidRPr="007B12BC" w:rsidRDefault="00DA0CF7" w:rsidP="00DA0CF7">
            <w:pPr>
              <w:jc w:val="center"/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県立図書館受付印</w:t>
            </w:r>
          </w:p>
        </w:tc>
        <w:tc>
          <w:tcPr>
            <w:tcW w:w="1790" w:type="dxa"/>
          </w:tcPr>
          <w:p w:rsidR="00DA0CF7" w:rsidRPr="007B12BC" w:rsidRDefault="00DA0CF7" w:rsidP="005F624E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登　録　番　号</w:t>
            </w:r>
          </w:p>
        </w:tc>
      </w:tr>
      <w:tr w:rsidR="00DA0CF7" w:rsidTr="00DA0CF7">
        <w:tc>
          <w:tcPr>
            <w:tcW w:w="2409" w:type="dxa"/>
            <w:vMerge w:val="restart"/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  <w:p w:rsidR="00DA0CF7" w:rsidRDefault="00DA0CF7" w:rsidP="005F624E"/>
          <w:p w:rsidR="00DA0CF7" w:rsidRDefault="00DA0CF7" w:rsidP="005F624E"/>
          <w:p w:rsidR="00DA0CF7" w:rsidRDefault="00DA0CF7" w:rsidP="005F624E"/>
          <w:p w:rsidR="007B12BC" w:rsidRDefault="007B12BC" w:rsidP="005F624E"/>
        </w:tc>
        <w:tc>
          <w:tcPr>
            <w:tcW w:w="1790" w:type="dxa"/>
            <w:tcBorders>
              <w:bottom w:val="single" w:sz="4" w:space="0" w:color="auto"/>
            </w:tcBorders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</w:tc>
      </w:tr>
      <w:tr w:rsidR="00DA0CF7" w:rsidTr="00DA0CF7">
        <w:tc>
          <w:tcPr>
            <w:tcW w:w="2409" w:type="dxa"/>
            <w:vMerge/>
          </w:tcPr>
          <w:p w:rsidR="00DA0CF7" w:rsidRDefault="00DA0CF7" w:rsidP="005F624E"/>
        </w:tc>
        <w:tc>
          <w:tcPr>
            <w:tcW w:w="1790" w:type="dxa"/>
            <w:tcBorders>
              <w:bottom w:val="nil"/>
              <w:right w:val="nil"/>
            </w:tcBorders>
          </w:tcPr>
          <w:p w:rsidR="00DA0CF7" w:rsidRDefault="00DA0CF7" w:rsidP="005F624E"/>
        </w:tc>
      </w:tr>
    </w:tbl>
    <w:p w:rsidR="005F624E" w:rsidRDefault="005F624E" w:rsidP="005F624E"/>
    <w:sectPr w:rsidR="005F624E" w:rsidSect="007B12BC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4E" w:rsidRDefault="005F624E" w:rsidP="00ED7662">
      <w:r>
        <w:separator/>
      </w:r>
    </w:p>
  </w:endnote>
  <w:endnote w:type="continuationSeparator" w:id="0">
    <w:p w:rsidR="005F624E" w:rsidRDefault="005F624E" w:rsidP="00ED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4E" w:rsidRDefault="005F624E" w:rsidP="00ED7662">
      <w:r>
        <w:separator/>
      </w:r>
    </w:p>
  </w:footnote>
  <w:footnote w:type="continuationSeparator" w:id="0">
    <w:p w:rsidR="005F624E" w:rsidRDefault="005F624E" w:rsidP="00ED7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6F"/>
    <w:rsid w:val="000F502F"/>
    <w:rsid w:val="003C5B22"/>
    <w:rsid w:val="005F624E"/>
    <w:rsid w:val="006C24D8"/>
    <w:rsid w:val="007B12BC"/>
    <w:rsid w:val="00DA0CF7"/>
    <w:rsid w:val="00E5426F"/>
    <w:rsid w:val="00EB3A87"/>
    <w:rsid w:val="00ED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662"/>
  </w:style>
  <w:style w:type="paragraph" w:styleId="a5">
    <w:name w:val="footer"/>
    <w:basedOn w:val="a"/>
    <w:link w:val="a6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662"/>
  </w:style>
  <w:style w:type="table" w:styleId="a7">
    <w:name w:val="Table Grid"/>
    <w:basedOn w:val="a1"/>
    <w:uiPriority w:val="59"/>
    <w:rsid w:val="00ED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662"/>
  </w:style>
  <w:style w:type="paragraph" w:styleId="a5">
    <w:name w:val="footer"/>
    <w:basedOn w:val="a"/>
    <w:link w:val="a6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662"/>
  </w:style>
  <w:style w:type="table" w:styleId="a7">
    <w:name w:val="Table Grid"/>
    <w:basedOn w:val="a1"/>
    <w:uiPriority w:val="59"/>
    <w:rsid w:val="00ED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21C7AE7B</Template>
  <TotalTime>38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A00251</dc:creator>
  <cp:keywords/>
  <dc:description/>
  <cp:lastModifiedBy>A00183</cp:lastModifiedBy>
  <cp:revision>6</cp:revision>
  <cp:lastPrinted>2018-01-17T03:15:00Z</cp:lastPrinted>
  <dcterms:created xsi:type="dcterms:W3CDTF">2018-01-17T02:47:00Z</dcterms:created>
  <dcterms:modified xsi:type="dcterms:W3CDTF">2020-01-25T02:15:00Z</dcterms:modified>
</cp:coreProperties>
</file>